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C54E6F" w:rsidP="004562B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C54E6F">
              <w:rPr>
                <w:b/>
                <w:sz w:val="26"/>
                <w:szCs w:val="26"/>
                <w:lang w:val="en-US"/>
              </w:rPr>
              <w:t>203B_008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4E6F" w:rsidRDefault="004562B4" w:rsidP="004562B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4562B4">
              <w:rPr>
                <w:b/>
                <w:sz w:val="26"/>
                <w:szCs w:val="26"/>
                <w:lang w:val="en-US"/>
              </w:rPr>
              <w:t>2217956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5685"/>
      </w:tblGrid>
      <w:tr w:rsidR="004562B4" w:rsidRPr="002C0290" w:rsidTr="004562B4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B4" w:rsidRPr="002C0290" w:rsidRDefault="004562B4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4562B4" w:rsidRPr="002C0290" w:rsidTr="004562B4">
        <w:trPr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B4" w:rsidRPr="002C0290" w:rsidRDefault="004562B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562B4" w:rsidRPr="002C0290" w:rsidTr="004562B4">
        <w:trPr>
          <w:trHeight w:val="34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B4" w:rsidRPr="002C0290" w:rsidRDefault="004562B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562B4" w:rsidRPr="002C0290" w:rsidTr="004562B4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B4" w:rsidRPr="002C0290" w:rsidRDefault="004562B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4562B4" w:rsidRPr="002C0290" w:rsidTr="004562B4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B4" w:rsidRPr="002C0290" w:rsidRDefault="004562B4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562B4" w:rsidRPr="002C0290" w:rsidTr="004562B4">
        <w:trPr>
          <w:trHeight w:val="33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2B4" w:rsidRPr="002C0290" w:rsidRDefault="004562B4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A3213">
        <w:rPr>
          <w:b/>
          <w:sz w:val="26"/>
          <w:szCs w:val="26"/>
        </w:rPr>
        <w:t>(</w:t>
      </w:r>
      <w:r w:rsidR="00685B41" w:rsidRPr="00FF153E">
        <w:rPr>
          <w:b/>
          <w:sz w:val="26"/>
          <w:szCs w:val="26"/>
        </w:rPr>
        <w:t>Болт М12х45</w:t>
      </w:r>
      <w:r w:rsidR="005A3213">
        <w:rPr>
          <w:b/>
          <w:sz w:val="26"/>
          <w:szCs w:val="26"/>
        </w:rPr>
        <w:t>)</w:t>
      </w:r>
      <w:r w:rsidR="00FF153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A3213" w:rsidRDefault="005A3213" w:rsidP="005A32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A3213" w:rsidRDefault="005A3213" w:rsidP="005A321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5A3213" w:rsidRDefault="005A3213" w:rsidP="005A32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A3213" w:rsidRDefault="005A3213" w:rsidP="005A32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A3213" w:rsidRDefault="005A3213" w:rsidP="005A321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A3213" w:rsidRDefault="005A3213" w:rsidP="005A32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A3213" w:rsidRDefault="005A3213" w:rsidP="005A32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A3213" w:rsidRDefault="005A3213" w:rsidP="005A32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A3213" w:rsidRDefault="005A3213" w:rsidP="005A32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A3213" w:rsidRDefault="005A3213" w:rsidP="005A32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A3213" w:rsidRDefault="005A3213" w:rsidP="005A32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5A3213" w:rsidRDefault="005A3213" w:rsidP="005A32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4562B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A3213" w:rsidRDefault="005A3213" w:rsidP="005A32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A3213" w:rsidRDefault="005A3213" w:rsidP="005A32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A3213" w:rsidRDefault="005A3213" w:rsidP="005A32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A3213" w:rsidRDefault="005A3213" w:rsidP="005A321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5A3213" w:rsidRDefault="005A3213" w:rsidP="005A321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A3213" w:rsidRDefault="005A3213" w:rsidP="005A32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A3213" w:rsidRDefault="005A3213" w:rsidP="005A32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A3213" w:rsidRDefault="005A3213" w:rsidP="005A32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A3213" w:rsidRDefault="005A3213" w:rsidP="005A32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A3213" w:rsidRDefault="005A3213" w:rsidP="005A32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A3213" w:rsidRDefault="005A3213" w:rsidP="005A3213">
      <w:pPr>
        <w:spacing w:line="276" w:lineRule="auto"/>
        <w:rPr>
          <w:sz w:val="24"/>
          <w:szCs w:val="24"/>
        </w:rPr>
      </w:pPr>
    </w:p>
    <w:p w:rsidR="005A3213" w:rsidRDefault="005A3213" w:rsidP="005A32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A3213" w:rsidRDefault="005A3213" w:rsidP="005A32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A3213" w:rsidRDefault="005A3213" w:rsidP="005A32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3213" w:rsidRDefault="005A3213" w:rsidP="005A32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A3213" w:rsidRDefault="005A3213" w:rsidP="005A32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A3213" w:rsidRDefault="005A3213" w:rsidP="005A32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3213" w:rsidRDefault="005A3213" w:rsidP="005A32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A3213" w:rsidRDefault="005A3213" w:rsidP="005A3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A3213" w:rsidRDefault="005A3213" w:rsidP="005A3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A3213" w:rsidRDefault="005A3213" w:rsidP="005A3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3213" w:rsidRDefault="005A3213" w:rsidP="005A32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A3213" w:rsidRDefault="005A3213" w:rsidP="005A32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A3213" w:rsidRDefault="005A3213" w:rsidP="005A32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A3213" w:rsidRDefault="005A3213" w:rsidP="005A32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A3213" w:rsidRDefault="005A3213" w:rsidP="005A32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4562B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A3213" w:rsidRDefault="005A3213" w:rsidP="005A32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A3213" w:rsidRDefault="005A3213" w:rsidP="005A3213">
      <w:pPr>
        <w:rPr>
          <w:sz w:val="26"/>
          <w:szCs w:val="26"/>
        </w:rPr>
      </w:pPr>
    </w:p>
    <w:p w:rsidR="004562B4" w:rsidRDefault="004562B4" w:rsidP="005A3213">
      <w:pPr>
        <w:rPr>
          <w:sz w:val="26"/>
          <w:szCs w:val="26"/>
        </w:rPr>
      </w:pPr>
    </w:p>
    <w:p w:rsidR="004562B4" w:rsidRDefault="004562B4" w:rsidP="005A3213">
      <w:pPr>
        <w:rPr>
          <w:sz w:val="26"/>
          <w:szCs w:val="26"/>
        </w:rPr>
      </w:pPr>
    </w:p>
    <w:p w:rsidR="004562B4" w:rsidRDefault="004562B4" w:rsidP="005A3213">
      <w:pPr>
        <w:rPr>
          <w:sz w:val="26"/>
          <w:szCs w:val="26"/>
        </w:rPr>
      </w:pPr>
    </w:p>
    <w:p w:rsidR="005A3213" w:rsidRDefault="005A3213" w:rsidP="005A3213">
      <w:pPr>
        <w:rPr>
          <w:sz w:val="26"/>
          <w:szCs w:val="26"/>
        </w:rPr>
      </w:pPr>
    </w:p>
    <w:p w:rsidR="008F73A3" w:rsidRPr="00697DC5" w:rsidRDefault="004562B4" w:rsidP="005A32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544" w:rsidRDefault="00987544">
      <w:r>
        <w:separator/>
      </w:r>
    </w:p>
  </w:endnote>
  <w:endnote w:type="continuationSeparator" w:id="0">
    <w:p w:rsidR="00987544" w:rsidRDefault="0098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544" w:rsidRDefault="00987544">
      <w:r>
        <w:separator/>
      </w:r>
    </w:p>
  </w:footnote>
  <w:footnote w:type="continuationSeparator" w:id="0">
    <w:p w:rsidR="00987544" w:rsidRDefault="0098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8055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B4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17B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0E9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2B4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213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44C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B41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DF9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5583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C16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8754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4D37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4C4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4E6F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53E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29631-586B-4331-938F-6796EA308D0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9D8B1-0497-462C-B3C3-1D271075B6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BE641-FCC2-41B9-BE77-050910BBA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6F9F66-DB7F-4B8B-B578-991D3387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713</Words>
  <Characters>5136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2016-09-28T07:23:00Z</dcterms:created>
  <dcterms:modified xsi:type="dcterms:W3CDTF">2016-09-28T07:23:00Z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